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FF46C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666293">
        <w:rPr>
          <w:rFonts w:ascii="Arial Narrow" w:hAnsi="Arial Narrow"/>
          <w:sz w:val="22"/>
          <w:lang w:val="de-DE"/>
        </w:rPr>
        <w:t>. Sitzung | W</w:t>
      </w:r>
      <w:r w:rsidR="006204D1">
        <w:rPr>
          <w:rFonts w:ascii="Arial Narrow" w:hAnsi="Arial Narrow"/>
          <w:sz w:val="22"/>
          <w:lang w:val="de-DE"/>
        </w:rPr>
        <w:t>S</w:t>
      </w:r>
      <w:r w:rsidR="004E73C0">
        <w:rPr>
          <w:rFonts w:ascii="Arial Narrow" w:hAnsi="Arial Narrow"/>
          <w:sz w:val="22"/>
          <w:lang w:val="de-DE"/>
        </w:rPr>
        <w:t>18</w:t>
      </w:r>
      <w:r w:rsidR="00162506">
        <w:rPr>
          <w:rFonts w:ascii="Arial Narrow" w:hAnsi="Arial Narrow"/>
          <w:sz w:val="22"/>
          <w:lang w:val="de-DE"/>
        </w:rPr>
        <w:t>19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6250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FF46C1">
        <w:rPr>
          <w:rFonts w:ascii="Arial Narrow" w:hAnsi="Arial Narrow"/>
          <w:sz w:val="22"/>
          <w:lang w:val="de-DE"/>
        </w:rPr>
        <w:t>09</w:t>
      </w:r>
      <w:r w:rsidR="00162506">
        <w:rPr>
          <w:rFonts w:ascii="Arial Narrow" w:hAnsi="Arial Narrow"/>
          <w:sz w:val="22"/>
          <w:lang w:val="de-DE"/>
        </w:rPr>
        <w:t>.10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E578FE" w:rsidRDefault="002C51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FF46C1" w:rsidRDefault="00FF46C1" w:rsidP="00DF734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(Übrige Punkte der letzten Woche)</w:t>
      </w:r>
    </w:p>
    <w:p w:rsidR="00FF46C1" w:rsidRDefault="00FF46C1" w:rsidP="00DF734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Allg</w:t>
      </w:r>
      <w:proofErr w:type="spellEnd"/>
      <w:r>
        <w:rPr>
          <w:rFonts w:ascii="Arial Narrow" w:hAnsi="Arial Narrow"/>
          <w:sz w:val="22"/>
          <w:lang w:val="de-DE"/>
        </w:rPr>
        <w:t xml:space="preserve">: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Update (Johannes und Jessi)</w:t>
      </w:r>
    </w:p>
    <w:p w:rsidR="00FF46C1" w:rsidRDefault="00FF46C1" w:rsidP="00FF46C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The </w:t>
      </w:r>
      <w:proofErr w:type="spellStart"/>
      <w:r>
        <w:rPr>
          <w:rFonts w:ascii="Arial Narrow" w:hAnsi="Arial Narrow"/>
          <w:sz w:val="22"/>
          <w:lang w:val="de-DE"/>
        </w:rPr>
        <w:t>Purge</w:t>
      </w:r>
      <w:proofErr w:type="spellEnd"/>
      <w:r>
        <w:rPr>
          <w:rFonts w:ascii="Arial Narrow" w:hAnsi="Arial Narrow"/>
          <w:sz w:val="22"/>
          <w:lang w:val="de-DE"/>
        </w:rPr>
        <w:t xml:space="preserve"> Halloweenparty (Fleig)</w:t>
      </w:r>
    </w:p>
    <w:p w:rsidR="00FF46C1" w:rsidRDefault="00FF46C1" w:rsidP="00FF46C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Div</w:t>
      </w:r>
      <w:proofErr w:type="spellEnd"/>
      <w:r>
        <w:rPr>
          <w:rFonts w:ascii="Arial Narrow" w:hAnsi="Arial Narrow"/>
          <w:sz w:val="22"/>
          <w:lang w:val="de-DE"/>
        </w:rPr>
        <w:t xml:space="preserve"> Posten</w:t>
      </w:r>
    </w:p>
    <w:p w:rsidR="00FF46C1" w:rsidRDefault="00FF46C1" w:rsidP="00FF46C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</w:t>
      </w:r>
    </w:p>
    <w:p w:rsidR="00FF46C1" w:rsidRDefault="00FF46C1" w:rsidP="00FF46C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AC</w:t>
      </w:r>
    </w:p>
    <w:p w:rsidR="00FF46C1" w:rsidRDefault="00FF46C1" w:rsidP="00FF46C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</w:t>
      </w:r>
    </w:p>
    <w:p w:rsidR="00FF46C1" w:rsidRPr="00FF46C1" w:rsidRDefault="00FF46C1" w:rsidP="00FF46C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andere</w:t>
      </w:r>
      <w:bookmarkStart w:id="0" w:name="_GoBack"/>
      <w:bookmarkEnd w:id="0"/>
    </w:p>
    <w:p w:rsidR="00F44A8C" w:rsidRPr="00DF734A" w:rsidRDefault="00FD2BD0" w:rsidP="00DF734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44A8C" w:rsidRPr="00DF734A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B99" w:rsidRDefault="00540B99">
      <w:pPr>
        <w:spacing w:line="20" w:lineRule="exact"/>
      </w:pPr>
    </w:p>
  </w:endnote>
  <w:endnote w:type="continuationSeparator" w:id="0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40B99" w:rsidRDefault="0054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Pr="00CF0EE6" w:rsidRDefault="00540B99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Campus-AStA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66293">
      <w:rPr>
        <w:rFonts w:ascii="Arial Narrow" w:hAnsi="Arial Narrow"/>
        <w:sz w:val="20"/>
        <w:lang w:val="de-DE"/>
      </w:rPr>
      <w:t>W</w:t>
    </w:r>
    <w:r>
      <w:rPr>
        <w:rFonts w:ascii="Arial Narrow" w:hAnsi="Arial Narrow"/>
        <w:sz w:val="20"/>
        <w:lang w:val="de-DE"/>
      </w:rPr>
      <w:t>S18</w:t>
    </w:r>
    <w:r w:rsidR="00162506">
      <w:rPr>
        <w:rFonts w:ascii="Arial Narrow" w:hAnsi="Arial Narrow"/>
        <w:sz w:val="20"/>
        <w:lang w:val="de-DE"/>
      </w:rPr>
      <w:t>19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62506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540B99" w:rsidRPr="00CF0EE6" w:rsidRDefault="00540B99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6250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D1210"/>
    <w:rsid w:val="002E7327"/>
    <w:rsid w:val="00310FD9"/>
    <w:rsid w:val="00312F4D"/>
    <w:rsid w:val="003339C0"/>
    <w:rsid w:val="00334E64"/>
    <w:rsid w:val="0034237A"/>
    <w:rsid w:val="0035070E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D1F62"/>
    <w:rsid w:val="004E73C0"/>
    <w:rsid w:val="00501683"/>
    <w:rsid w:val="00501BD9"/>
    <w:rsid w:val="005066BF"/>
    <w:rsid w:val="00540B99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66293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17EA3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93C5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86C1F"/>
    <w:rsid w:val="008C250E"/>
    <w:rsid w:val="008D16EC"/>
    <w:rsid w:val="008D2BDB"/>
    <w:rsid w:val="008F7364"/>
    <w:rsid w:val="008F780F"/>
    <w:rsid w:val="009141C9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4954"/>
    <w:rsid w:val="009E6CE4"/>
    <w:rsid w:val="00A05515"/>
    <w:rsid w:val="00A17584"/>
    <w:rsid w:val="00A268ED"/>
    <w:rsid w:val="00A448D9"/>
    <w:rsid w:val="00A44D35"/>
    <w:rsid w:val="00A609B8"/>
    <w:rsid w:val="00A846BA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449D4"/>
    <w:rsid w:val="00D523B8"/>
    <w:rsid w:val="00D55BFE"/>
    <w:rsid w:val="00D57565"/>
    <w:rsid w:val="00D62D7D"/>
    <w:rsid w:val="00D74377"/>
    <w:rsid w:val="00D803B9"/>
    <w:rsid w:val="00D94C60"/>
    <w:rsid w:val="00DD1790"/>
    <w:rsid w:val="00DE1988"/>
    <w:rsid w:val="00DE1F6C"/>
    <w:rsid w:val="00DE2509"/>
    <w:rsid w:val="00DF734A"/>
    <w:rsid w:val="00E06528"/>
    <w:rsid w:val="00E154EA"/>
    <w:rsid w:val="00E1673A"/>
    <w:rsid w:val="00E1764A"/>
    <w:rsid w:val="00E206F4"/>
    <w:rsid w:val="00E23EB0"/>
    <w:rsid w:val="00E36789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F15EEB"/>
    <w:rsid w:val="00F44A8C"/>
    <w:rsid w:val="00F71E66"/>
    <w:rsid w:val="00F834DE"/>
    <w:rsid w:val="00FA2065"/>
    <w:rsid w:val="00FD2BD0"/>
    <w:rsid w:val="00FD2F2E"/>
    <w:rsid w:val="00F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4:docId w14:val="18FC3CCF"/>
  <w15:docId w15:val="{BCA7ACA4-2BF9-49BB-B571-A71C0712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45FA6-BCAB-4C85-A41D-71192C19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43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Philipp Fleig</cp:lastModifiedBy>
  <cp:revision>24</cp:revision>
  <cp:lastPrinted>2017-10-09T11:03:00Z</cp:lastPrinted>
  <dcterms:created xsi:type="dcterms:W3CDTF">2017-10-18T07:35:00Z</dcterms:created>
  <dcterms:modified xsi:type="dcterms:W3CDTF">2018-10-08T09:20:00Z</dcterms:modified>
</cp:coreProperties>
</file>